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04CA3" w14:textId="467F6B2A" w:rsidR="00CE306F" w:rsidRPr="00752718" w:rsidRDefault="00CE306F" w:rsidP="003957AA">
      <w:pPr>
        <w:pStyle w:val="Nagwek4"/>
        <w:spacing w:line="240" w:lineRule="auto"/>
        <w:ind w:left="0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752718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Załącznik nr </w:t>
      </w:r>
      <w:r w:rsidR="00BB2AF7">
        <w:rPr>
          <w:rFonts w:asciiTheme="minorHAnsi" w:hAnsiTheme="minorHAnsi" w:cstheme="minorHAnsi"/>
          <w:b/>
          <w:bCs/>
          <w:i w:val="0"/>
          <w:sz w:val="22"/>
          <w:szCs w:val="22"/>
        </w:rPr>
        <w:t>8</w:t>
      </w:r>
      <w:r w:rsidRPr="00752718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 do SWZ</w:t>
      </w:r>
    </w:p>
    <w:p w14:paraId="678D5DD3" w14:textId="3DDCBD6A" w:rsidR="00CE306F" w:rsidRPr="00752718" w:rsidRDefault="00CE306F" w:rsidP="003957AA">
      <w:pPr>
        <w:pStyle w:val="Nagwek"/>
        <w:tabs>
          <w:tab w:val="clear" w:pos="4536"/>
          <w:tab w:val="clear" w:pos="9072"/>
        </w:tabs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752718">
        <w:rPr>
          <w:rFonts w:asciiTheme="minorHAnsi" w:hAnsiTheme="minorHAnsi" w:cstheme="minorHAnsi"/>
          <w:b/>
          <w:bCs/>
          <w:sz w:val="22"/>
          <w:szCs w:val="22"/>
        </w:rPr>
        <w:t xml:space="preserve">Znak sprawy: </w:t>
      </w:r>
      <w:r w:rsidR="00217F50" w:rsidRPr="00752718">
        <w:rPr>
          <w:rFonts w:asciiTheme="minorHAnsi" w:hAnsiTheme="minorHAnsi" w:cstheme="minorHAnsi"/>
          <w:b/>
          <w:bCs/>
          <w:sz w:val="22"/>
          <w:szCs w:val="22"/>
        </w:rPr>
        <w:t>DOK-</w:t>
      </w:r>
      <w:r w:rsidR="00BB2AF7">
        <w:rPr>
          <w:rFonts w:asciiTheme="minorHAnsi" w:hAnsiTheme="minorHAnsi" w:cstheme="minorHAnsi"/>
          <w:b/>
          <w:bCs/>
          <w:sz w:val="22"/>
          <w:szCs w:val="22"/>
        </w:rPr>
        <w:t>261-…</w:t>
      </w:r>
      <w:r w:rsidR="00B51A23" w:rsidRPr="00752718">
        <w:rPr>
          <w:rFonts w:asciiTheme="minorHAnsi" w:hAnsiTheme="minorHAnsi" w:cstheme="minorHAnsi"/>
          <w:b/>
          <w:bCs/>
          <w:sz w:val="22"/>
          <w:szCs w:val="22"/>
        </w:rPr>
        <w:t>/25</w:t>
      </w:r>
    </w:p>
    <w:p w14:paraId="3555501A" w14:textId="77777777" w:rsidR="00CE306F" w:rsidRPr="00752718" w:rsidRDefault="00CE306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04A35DF" w14:textId="77777777" w:rsidR="00217F50" w:rsidRPr="00752718" w:rsidRDefault="00217F50" w:rsidP="00217F50">
      <w:pPr>
        <w:ind w:right="-49"/>
        <w:contextualSpacing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Wykonawca:</w:t>
      </w:r>
    </w:p>
    <w:p w14:paraId="5A01816E" w14:textId="77777777" w:rsidR="00217F50" w:rsidRPr="00752718" w:rsidRDefault="00217F50" w:rsidP="00217F50">
      <w:pPr>
        <w:ind w:right="53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06CF3580" w14:textId="77777777" w:rsidR="00217F50" w:rsidRPr="00752718" w:rsidRDefault="00217F50" w:rsidP="00217F50">
      <w:pPr>
        <w:tabs>
          <w:tab w:val="left" w:pos="3544"/>
        </w:tabs>
        <w:ind w:right="552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56442F7D" w14:textId="77777777" w:rsidR="00217F50" w:rsidRPr="00752718" w:rsidRDefault="00217F50" w:rsidP="00217F50">
      <w:pPr>
        <w:ind w:right="5953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10DEACE6" w14:textId="77777777" w:rsidR="00217F50" w:rsidRPr="00752718" w:rsidRDefault="00217F50" w:rsidP="00217F50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reprezentowany przez:</w:t>
      </w:r>
    </w:p>
    <w:p w14:paraId="499BA8E7" w14:textId="77777777" w:rsidR="00217F50" w:rsidRPr="00752718" w:rsidRDefault="00217F50" w:rsidP="00217F50">
      <w:pPr>
        <w:ind w:right="53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73AB8C58" w14:textId="77777777" w:rsidR="00217F50" w:rsidRPr="00752718" w:rsidRDefault="00217F50" w:rsidP="00217F50">
      <w:pPr>
        <w:tabs>
          <w:tab w:val="left" w:pos="3544"/>
        </w:tabs>
        <w:ind w:right="552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527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14:paraId="24EED73B" w14:textId="1733F16D" w:rsidR="00CE306F" w:rsidRPr="00752718" w:rsidRDefault="00217F50" w:rsidP="00E800A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271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(imię, nazwisko, stanowisko/podstawa do  reprezentacji)</w:t>
      </w:r>
    </w:p>
    <w:p w14:paraId="79C3A77B" w14:textId="77777777" w:rsidR="00CE306F" w:rsidRPr="00752718" w:rsidRDefault="00CE306F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BDC0C0A" w14:textId="77777777" w:rsidR="00217F50" w:rsidRPr="00752718" w:rsidRDefault="00B35A1D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 xml:space="preserve">WYKAZ </w:t>
      </w:r>
      <w:r w:rsidR="00DF454E" w:rsidRPr="00752718">
        <w:rPr>
          <w:rFonts w:asciiTheme="minorHAnsi" w:hAnsiTheme="minorHAnsi" w:cstheme="minorHAnsi"/>
          <w:sz w:val="22"/>
          <w:szCs w:val="22"/>
        </w:rPr>
        <w:t>USŁUG</w:t>
      </w:r>
      <w:r w:rsidRPr="007527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E7958F" w14:textId="58FDF1E0" w:rsidR="00522423" w:rsidRPr="00752718" w:rsidRDefault="00217F50" w:rsidP="00217F50">
      <w:pPr>
        <w:pStyle w:val="Default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752718">
        <w:rPr>
          <w:rFonts w:asciiTheme="minorHAnsi" w:eastAsia="Calibri" w:hAnsiTheme="minorHAnsi" w:cstheme="minorHAnsi"/>
          <w:sz w:val="22"/>
          <w:szCs w:val="22"/>
        </w:rPr>
        <w:t xml:space="preserve">Wykaz usług wykonanych, a w przypadku świadczeń powtarzających się lub ciągłych również wykonywanych, w okresie ostatnich </w:t>
      </w:r>
      <w:r w:rsidR="00E82921" w:rsidRPr="00752718">
        <w:rPr>
          <w:rFonts w:asciiTheme="minorHAnsi" w:eastAsia="Calibri" w:hAnsiTheme="minorHAnsi" w:cstheme="minorHAnsi"/>
          <w:sz w:val="22"/>
          <w:szCs w:val="22"/>
        </w:rPr>
        <w:t>3 lat</w:t>
      </w:r>
      <w:r w:rsidRPr="009A3DC7">
        <w:rPr>
          <w:rFonts w:asciiTheme="minorHAnsi" w:eastAsia="Calibri" w:hAnsiTheme="minorHAnsi" w:cstheme="minorHAnsi"/>
          <w:color w:val="auto"/>
          <w:sz w:val="22"/>
          <w:szCs w:val="22"/>
        </w:rPr>
        <w:t>, a jeżeli okres prowadzenia działalności jest krótszy – w tym okresie, wraz z podaniem</w:t>
      </w:r>
      <w:r w:rsidR="00CA310F" w:rsidRPr="009A3DC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ich wartości,</w:t>
      </w:r>
      <w:r w:rsidRPr="009A3DC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przedmiotu, dat wykonania i podmiotów, na rzecz </w:t>
      </w:r>
      <w:r w:rsidRPr="00752718">
        <w:rPr>
          <w:rFonts w:asciiTheme="minorHAnsi" w:eastAsia="Calibri" w:hAnsiTheme="minorHAnsi" w:cstheme="minorHAnsi"/>
          <w:sz w:val="22"/>
          <w:szCs w:val="22"/>
        </w:rPr>
        <w:t>których usługi zostały wykonane lub są wykonywane</w:t>
      </w:r>
    </w:p>
    <w:p w14:paraId="6C689A2D" w14:textId="77777777" w:rsidR="00217F50" w:rsidRPr="00752718" w:rsidRDefault="00217F50" w:rsidP="00217F50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66176F4" w14:textId="5C371E6A" w:rsidR="00522423" w:rsidRDefault="00522423" w:rsidP="00522423">
      <w:pPr>
        <w:rPr>
          <w:rFonts w:asciiTheme="minorHAnsi" w:hAnsiTheme="minorHAnsi" w:cstheme="minorHAnsi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 xml:space="preserve"> Wykaz wymagany jest w celu potwierdzenia warunku określonego w </w:t>
      </w:r>
      <w:r w:rsidR="00217F50" w:rsidRPr="00752718">
        <w:rPr>
          <w:rFonts w:asciiTheme="minorHAnsi" w:hAnsiTheme="minorHAnsi" w:cstheme="minorHAnsi"/>
          <w:sz w:val="22"/>
          <w:szCs w:val="22"/>
        </w:rPr>
        <w:t>ust.</w:t>
      </w:r>
      <w:r w:rsidR="00EC41E2" w:rsidRPr="00752718">
        <w:rPr>
          <w:rFonts w:asciiTheme="minorHAnsi" w:hAnsiTheme="minorHAnsi" w:cstheme="minorHAnsi"/>
          <w:sz w:val="22"/>
          <w:szCs w:val="22"/>
        </w:rPr>
        <w:t xml:space="preserve"> </w:t>
      </w:r>
      <w:r w:rsidR="00217F50" w:rsidRPr="00752718">
        <w:rPr>
          <w:rFonts w:asciiTheme="minorHAnsi" w:hAnsiTheme="minorHAnsi" w:cstheme="minorHAnsi"/>
          <w:sz w:val="22"/>
          <w:szCs w:val="22"/>
        </w:rPr>
        <w:t>6</w:t>
      </w:r>
      <w:r w:rsidR="00E800A0" w:rsidRPr="00752718">
        <w:rPr>
          <w:rFonts w:asciiTheme="minorHAnsi" w:hAnsiTheme="minorHAnsi" w:cstheme="minorHAnsi"/>
          <w:sz w:val="22"/>
          <w:szCs w:val="22"/>
        </w:rPr>
        <w:t>.2.</w:t>
      </w:r>
      <w:r w:rsidR="00CA2A45" w:rsidRPr="00752718">
        <w:rPr>
          <w:rFonts w:asciiTheme="minorHAnsi" w:hAnsiTheme="minorHAnsi" w:cstheme="minorHAnsi"/>
          <w:sz w:val="22"/>
          <w:szCs w:val="22"/>
        </w:rPr>
        <w:t xml:space="preserve"> pkt. 4</w:t>
      </w:r>
      <w:r w:rsidR="00EC41E2" w:rsidRPr="00752718">
        <w:rPr>
          <w:rFonts w:asciiTheme="minorHAnsi" w:hAnsiTheme="minorHAnsi" w:cstheme="minorHAnsi"/>
          <w:sz w:val="22"/>
          <w:szCs w:val="22"/>
        </w:rPr>
        <w:t xml:space="preserve"> </w:t>
      </w:r>
      <w:r w:rsidR="00CA2A45" w:rsidRPr="00752718">
        <w:rPr>
          <w:rFonts w:asciiTheme="minorHAnsi" w:hAnsiTheme="minorHAnsi" w:cstheme="minorHAnsi"/>
          <w:sz w:val="22"/>
          <w:szCs w:val="22"/>
        </w:rPr>
        <w:t xml:space="preserve">tabeli </w:t>
      </w:r>
      <w:r w:rsidRPr="00752718">
        <w:rPr>
          <w:rFonts w:asciiTheme="minorHAnsi" w:hAnsiTheme="minorHAnsi" w:cstheme="minorHAnsi"/>
          <w:sz w:val="22"/>
          <w:szCs w:val="22"/>
        </w:rPr>
        <w:t>SWZ.</w:t>
      </w:r>
    </w:p>
    <w:p w14:paraId="0D631150" w14:textId="77777777" w:rsidR="00CA310F" w:rsidRDefault="00CA310F" w:rsidP="0052242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121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1"/>
        <w:gridCol w:w="2259"/>
        <w:gridCol w:w="2399"/>
        <w:gridCol w:w="1468"/>
        <w:gridCol w:w="2035"/>
        <w:gridCol w:w="2600"/>
      </w:tblGrid>
      <w:tr w:rsidR="00CA310F" w:rsidRPr="00A07C85" w14:paraId="2478CC5F" w14:textId="77777777" w:rsidTr="00CA310F">
        <w:trPr>
          <w:cantSplit/>
          <w:trHeight w:val="763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72DF16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 xml:space="preserve">Lp. </w:t>
            </w:r>
          </w:p>
          <w:p w14:paraId="7FE4FEDE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F128D7A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5CA3A7D" w14:textId="77777777" w:rsidR="00CA310F" w:rsidRPr="00F33EE2" w:rsidRDefault="00CA310F" w:rsidP="0035267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A32BDF4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7AE0CBD" w14:textId="39E8EC97" w:rsidR="00CA310F" w:rsidRPr="00F33EE2" w:rsidRDefault="00CA310F" w:rsidP="0035267F">
            <w:pPr>
              <w:ind w:left="4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 xml:space="preserve">Przedmiot zamówienia – opis, w  tym  wskazanie rodzaju, w którym świadczona była ochrona budynku (budynków), osób i znajdującego się tam mienia  przez pracownika ochrony fizycznej oraz całodobowy  dozór  w systemie monitoringu -  wraz z interwencją grupy interwencyjnej </w:t>
            </w:r>
          </w:p>
          <w:p w14:paraId="0B2B7300" w14:textId="77777777" w:rsidR="00CA310F" w:rsidRPr="00F33EE2" w:rsidRDefault="00CA310F" w:rsidP="0035267F">
            <w:pPr>
              <w:ind w:left="4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CE76D4A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>Odbiorca (nazwa, miejsce wykonywania)  usług - podmiot na rzecz którego została wykonana  (jest wykonywana)  usługa ochrona budynku (budynków),  osób i znajdującego się tam mienia  przez pracownika ochrony fizycznej oraz całodobowy  dozór  w systemie monitoringu -  wraz z interwencją grupy interwencyjnej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63B156" w14:textId="77777777" w:rsidR="00E63767" w:rsidRDefault="00CA310F" w:rsidP="00E6376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 xml:space="preserve">Okres wykonywania  usługi  </w:t>
            </w:r>
          </w:p>
          <w:p w14:paraId="755882C0" w14:textId="03971CD1" w:rsidR="00CA310F" w:rsidRPr="00F33EE2" w:rsidRDefault="00CA310F" w:rsidP="00E6376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bookmarkStart w:id="0" w:name="_GoBack"/>
            <w:bookmarkEnd w:id="0"/>
            <w:r w:rsidRPr="00F33EE2">
              <w:rPr>
                <w:rFonts w:ascii="Calibri" w:hAnsi="Calibri" w:cs="Calibri"/>
                <w:b/>
                <w:sz w:val="20"/>
                <w:szCs w:val="20"/>
              </w:rPr>
              <w:t>(od dzień – miesiąc – rok do dzień – miesiąc – rok)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F9CFBE8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>Podmiot, który  wykonał (wykonuje) usługi (Wykonawca/ podmiot udostępniający zasoby)*</w:t>
            </w:r>
          </w:p>
        </w:tc>
      </w:tr>
      <w:tr w:rsidR="00CA310F" w:rsidRPr="00A07C85" w14:paraId="3DA17120" w14:textId="77777777" w:rsidTr="00CA310F">
        <w:trPr>
          <w:cantSplit/>
          <w:trHeight w:val="283"/>
          <w:jc w:val="center"/>
        </w:trPr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45313A" w14:textId="77777777" w:rsidR="00CA310F" w:rsidRPr="00F33EE2" w:rsidRDefault="00CA310F" w:rsidP="0035267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E7E5A4E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05B532D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92D477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>Początek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EDC161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33EE2">
              <w:rPr>
                <w:rFonts w:ascii="Calibri" w:hAnsi="Calibri" w:cs="Calibri"/>
                <w:b/>
                <w:sz w:val="20"/>
                <w:szCs w:val="20"/>
              </w:rPr>
              <w:t>Koniec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5209283" w14:textId="77777777" w:rsidR="00CA310F" w:rsidRPr="00F33EE2" w:rsidRDefault="00CA310F" w:rsidP="003526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A310F" w:rsidRPr="00A07C85" w14:paraId="30530236" w14:textId="77777777" w:rsidTr="00CA310F">
        <w:trPr>
          <w:cantSplit/>
          <w:trHeight w:val="479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A1AD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A68868" w14:textId="77777777" w:rsidR="00CA310F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  <w:p w14:paraId="20CBE3D6" w14:textId="77777777" w:rsidR="009A3DC7" w:rsidRDefault="009A3DC7" w:rsidP="0035267F">
            <w:pPr>
              <w:spacing w:line="320" w:lineRule="atLeast"/>
              <w:rPr>
                <w:rFonts w:ascii="Calibri" w:hAnsi="Calibri" w:cs="Calibri"/>
              </w:rPr>
            </w:pPr>
          </w:p>
          <w:p w14:paraId="6FB06DDE" w14:textId="77777777" w:rsidR="009A3DC7" w:rsidRPr="00A07C85" w:rsidRDefault="009A3DC7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3DFF2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E634253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23D8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10106E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  <w:tr w:rsidR="00CA310F" w:rsidRPr="00A07C85" w14:paraId="72365696" w14:textId="77777777" w:rsidTr="00CA310F">
        <w:trPr>
          <w:cantSplit/>
          <w:trHeight w:val="33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9892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  <w:p w14:paraId="425219C4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B35070" w14:textId="77777777" w:rsidR="00CA310F" w:rsidRPr="00A07C85" w:rsidRDefault="00CA310F" w:rsidP="0035267F">
            <w:pPr>
              <w:rPr>
                <w:rFonts w:ascii="Calibri" w:hAnsi="Calibri" w:cs="Calibri"/>
              </w:rPr>
            </w:pPr>
            <w:r w:rsidRPr="00A07C85">
              <w:rPr>
                <w:rFonts w:ascii="Calibri" w:hAnsi="Calibri" w:cs="Calibri"/>
              </w:rPr>
              <w:t xml:space="preserve">  </w:t>
            </w:r>
          </w:p>
          <w:p w14:paraId="1421C988" w14:textId="77777777" w:rsidR="00CA310F" w:rsidRPr="00A07C85" w:rsidRDefault="00CA310F" w:rsidP="0035267F">
            <w:pPr>
              <w:rPr>
                <w:rFonts w:ascii="Calibri" w:hAnsi="Calibri" w:cs="Calibri"/>
              </w:rPr>
            </w:pPr>
          </w:p>
          <w:p w14:paraId="6F3D2F02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1604E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185E7C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A632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0D9C6A" w14:textId="77777777" w:rsidR="00CA310F" w:rsidRPr="00A07C85" w:rsidRDefault="00CA310F" w:rsidP="0035267F">
            <w:pPr>
              <w:spacing w:line="320" w:lineRule="atLeast"/>
              <w:rPr>
                <w:rFonts w:ascii="Calibri" w:hAnsi="Calibri" w:cs="Calibri"/>
              </w:rPr>
            </w:pPr>
          </w:p>
        </w:tc>
      </w:tr>
    </w:tbl>
    <w:p w14:paraId="2C9BD778" w14:textId="77777777" w:rsidR="00CA310F" w:rsidRDefault="00CA310F" w:rsidP="00522423">
      <w:pPr>
        <w:rPr>
          <w:rFonts w:asciiTheme="minorHAnsi" w:hAnsiTheme="minorHAnsi" w:cstheme="minorHAnsi"/>
          <w:sz w:val="22"/>
          <w:szCs w:val="22"/>
        </w:rPr>
      </w:pPr>
    </w:p>
    <w:p w14:paraId="71A5F347" w14:textId="77777777" w:rsidR="00CA310F" w:rsidRPr="00752718" w:rsidRDefault="00CA310F" w:rsidP="00522423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367B668" w14:textId="77777777" w:rsidR="00CE306F" w:rsidRPr="00752718" w:rsidRDefault="00CE306F">
      <w:pPr>
        <w:pStyle w:val="Zwykytekst"/>
        <w:ind w:left="4248"/>
        <w:rPr>
          <w:rFonts w:asciiTheme="minorHAnsi" w:eastAsia="MS Mincho" w:hAnsiTheme="minorHAnsi" w:cstheme="minorHAnsi"/>
          <w:sz w:val="22"/>
          <w:szCs w:val="22"/>
        </w:rPr>
      </w:pPr>
      <w:r w:rsidRPr="00752718">
        <w:rPr>
          <w:rFonts w:asciiTheme="minorHAnsi" w:eastAsia="MS Mincho" w:hAnsiTheme="minorHAnsi" w:cstheme="minorHAnsi"/>
          <w:sz w:val="22"/>
          <w:szCs w:val="22"/>
        </w:rPr>
        <w:t xml:space="preserve">  </w:t>
      </w:r>
    </w:p>
    <w:p w14:paraId="793DC7BB" w14:textId="18C3C603" w:rsidR="00336B81" w:rsidRPr="00752718" w:rsidRDefault="00336B81" w:rsidP="00336B81">
      <w:pPr>
        <w:ind w:left="212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>....................</w:t>
      </w:r>
      <w:r w:rsidR="00CA2A45" w:rsidRPr="00752718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Pr="00752718">
        <w:rPr>
          <w:rFonts w:asciiTheme="minorHAnsi" w:hAnsiTheme="minorHAnsi" w:cstheme="minorHAnsi"/>
          <w:sz w:val="22"/>
          <w:szCs w:val="22"/>
        </w:rPr>
        <w:t>........................</w:t>
      </w:r>
    </w:p>
    <w:p w14:paraId="1B87C36F" w14:textId="77777777" w:rsidR="00336B81" w:rsidRPr="00752718" w:rsidRDefault="00336B81" w:rsidP="00CA2A45">
      <w:pPr>
        <w:tabs>
          <w:tab w:val="left" w:pos="0"/>
        </w:tabs>
        <w:suppressAutoHyphens/>
        <w:ind w:left="720" w:right="1"/>
        <w:contextualSpacing/>
        <w:jc w:val="right"/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</w:pP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</w:rPr>
        <w:t xml:space="preserve">Ofertę należy </w:t>
      </w: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  <w:t>podpisać kwalifikowanym</w:t>
      </w:r>
    </w:p>
    <w:p w14:paraId="29901C96" w14:textId="77777777" w:rsidR="00CA2A45" w:rsidRPr="00752718" w:rsidRDefault="00336B81" w:rsidP="00CA2A45">
      <w:pPr>
        <w:tabs>
          <w:tab w:val="left" w:pos="0"/>
        </w:tabs>
        <w:suppressAutoHyphens/>
        <w:ind w:left="720" w:right="1"/>
        <w:contextualSpacing/>
        <w:jc w:val="right"/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</w:pP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  <w:t xml:space="preserve">podpisem elektronicznym </w:t>
      </w:r>
    </w:p>
    <w:p w14:paraId="57E15062" w14:textId="21D0770F" w:rsidR="00CE306F" w:rsidRPr="00752718" w:rsidRDefault="00336B81" w:rsidP="00D767D2">
      <w:pPr>
        <w:tabs>
          <w:tab w:val="left" w:pos="0"/>
        </w:tabs>
        <w:suppressAutoHyphens/>
        <w:ind w:left="720" w:right="1"/>
        <w:contextualSpacing/>
        <w:jc w:val="right"/>
        <w:rPr>
          <w:rFonts w:asciiTheme="minorHAnsi" w:hAnsiTheme="minorHAnsi" w:cstheme="minorHAnsi"/>
          <w:sz w:val="22"/>
          <w:szCs w:val="22"/>
          <w:highlight w:val="yellow"/>
        </w:rPr>
      </w:pPr>
      <w:r w:rsidRPr="00752718">
        <w:rPr>
          <w:rFonts w:asciiTheme="minorHAnsi" w:hAnsiTheme="minorHAnsi" w:cstheme="minorHAnsi"/>
          <w:bCs/>
          <w:i/>
          <w:iCs/>
          <w:color w:val="FF0000"/>
          <w:sz w:val="22"/>
          <w:szCs w:val="22"/>
          <w:lang w:eastAsia="zh-CN"/>
        </w:rPr>
        <w:t>lub podpisem zaufanym lub podpisem osobistym</w:t>
      </w:r>
    </w:p>
    <w:p w14:paraId="115B4203" w14:textId="77777777" w:rsidR="00CE306F" w:rsidRPr="00752718" w:rsidRDefault="00CE306F">
      <w:pPr>
        <w:jc w:val="both"/>
        <w:rPr>
          <w:rFonts w:asciiTheme="minorHAnsi" w:eastAsia="MS Mincho" w:hAnsiTheme="minorHAnsi" w:cstheme="minorHAnsi"/>
          <w:sz w:val="22"/>
          <w:szCs w:val="22"/>
        </w:rPr>
      </w:pPr>
    </w:p>
    <w:p w14:paraId="1664C951" w14:textId="4CF81D42" w:rsidR="008F0538" w:rsidRPr="00752718" w:rsidRDefault="008F0538" w:rsidP="008F0538">
      <w:pPr>
        <w:jc w:val="both"/>
        <w:rPr>
          <w:rFonts w:asciiTheme="minorHAnsi" w:hAnsiTheme="minorHAnsi" w:cstheme="minorHAnsi"/>
          <w:sz w:val="22"/>
          <w:szCs w:val="22"/>
        </w:rPr>
      </w:pPr>
      <w:r w:rsidRPr="00752718">
        <w:rPr>
          <w:rFonts w:asciiTheme="minorHAnsi" w:hAnsiTheme="minorHAnsi" w:cstheme="minorHAnsi"/>
          <w:sz w:val="22"/>
          <w:szCs w:val="22"/>
        </w:rPr>
        <w:t>Do wykazu należy dołączyć dowody</w:t>
      </w:r>
      <w:r w:rsidRPr="00752718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E2353D" w:rsidRPr="00752718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752718">
        <w:rPr>
          <w:rFonts w:asciiTheme="minorHAnsi" w:hAnsiTheme="minorHAnsi" w:cstheme="minorHAnsi"/>
          <w:sz w:val="22"/>
          <w:szCs w:val="22"/>
        </w:rPr>
        <w:t xml:space="preserve"> potwierdzające, że usługi zostały wykonane należycie.</w:t>
      </w:r>
    </w:p>
    <w:p w14:paraId="35B4A216" w14:textId="4AD7C57B" w:rsidR="008F0538" w:rsidRPr="00752718" w:rsidRDefault="008F0538" w:rsidP="008F0538">
      <w:pPr>
        <w:ind w:hanging="142"/>
        <w:jc w:val="both"/>
        <w:rPr>
          <w:rFonts w:asciiTheme="minorHAnsi" w:hAnsiTheme="minorHAnsi" w:cstheme="minorHAnsi"/>
          <w:sz w:val="18"/>
          <w:szCs w:val="18"/>
        </w:rPr>
      </w:pPr>
      <w:r w:rsidRPr="00752718">
        <w:rPr>
          <w:rFonts w:asciiTheme="minorHAnsi" w:hAnsiTheme="minorHAnsi" w:cstheme="minorHAnsi"/>
          <w:sz w:val="22"/>
          <w:szCs w:val="22"/>
          <w:vertAlign w:val="superscript"/>
        </w:rPr>
        <w:lastRenderedPageBreak/>
        <w:t>1)</w:t>
      </w:r>
      <w:r w:rsidRPr="00752718">
        <w:rPr>
          <w:rFonts w:asciiTheme="minorHAnsi" w:hAnsiTheme="minorHAnsi" w:cstheme="minorHAnsi"/>
          <w:sz w:val="22"/>
          <w:szCs w:val="22"/>
        </w:rPr>
        <w:t xml:space="preserve"> </w:t>
      </w:r>
      <w:r w:rsidRPr="00752718">
        <w:rPr>
          <w:rFonts w:asciiTheme="minorHAnsi" w:hAnsiTheme="minorHAnsi" w:cstheme="minorHAnsi"/>
          <w:sz w:val="18"/>
          <w:szCs w:val="18"/>
        </w:rPr>
        <w:t xml:space="preserve">Stosownie do postanowień §9 ust. 1 pkt. 1 </w:t>
      </w:r>
      <w:r w:rsidRPr="00752718">
        <w:rPr>
          <w:rFonts w:asciiTheme="minorHAnsi" w:hAnsiTheme="minorHAnsi" w:cstheme="minorHAnsi"/>
          <w:i/>
          <w:sz w:val="18"/>
          <w:szCs w:val="18"/>
        </w:rPr>
        <w:t xml:space="preserve">Ministra Rozwoju, Pracy i Technologii z dnia 23 grudnia 2020 r. </w:t>
      </w:r>
      <w:r w:rsidR="00E2353D" w:rsidRPr="00752718">
        <w:rPr>
          <w:rFonts w:asciiTheme="minorHAnsi" w:hAnsiTheme="minorHAnsi" w:cstheme="minorHAnsi"/>
          <w:i/>
          <w:sz w:val="18"/>
          <w:szCs w:val="18"/>
        </w:rPr>
        <w:t xml:space="preserve">( z </w:t>
      </w:r>
      <w:proofErr w:type="spellStart"/>
      <w:r w:rsidR="00E2353D" w:rsidRPr="00752718">
        <w:rPr>
          <w:rFonts w:asciiTheme="minorHAnsi" w:hAnsiTheme="minorHAnsi" w:cstheme="minorHAnsi"/>
          <w:i/>
          <w:sz w:val="18"/>
          <w:szCs w:val="18"/>
        </w:rPr>
        <w:t>późn</w:t>
      </w:r>
      <w:proofErr w:type="spellEnd"/>
      <w:r w:rsidR="00E2353D" w:rsidRPr="00752718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752718">
        <w:rPr>
          <w:rFonts w:asciiTheme="minorHAnsi" w:hAnsiTheme="minorHAnsi" w:cstheme="minorHAnsi"/>
          <w:i/>
          <w:sz w:val="18"/>
          <w:szCs w:val="18"/>
        </w:rPr>
        <w:t>zm.) w sprawie podmiotowych środków dowodowych oraz innych dokumentów lub oświadczeń, jakich może żądać zamawiający od wykonawcy</w:t>
      </w:r>
      <w:r w:rsidRPr="00752718">
        <w:rPr>
          <w:rFonts w:asciiTheme="minorHAnsi" w:hAnsiTheme="minorHAnsi" w:cstheme="minorHAnsi"/>
          <w:sz w:val="18"/>
          <w:szCs w:val="18"/>
        </w:rPr>
        <w:t xml:space="preserve">, dowodami tymi są referencje bądź inne dokumenty sporządzone przez podmiot, na rzecz którego </w:t>
      </w:r>
      <w:r w:rsidR="00E2353D" w:rsidRPr="00752718">
        <w:rPr>
          <w:rFonts w:asciiTheme="minorHAnsi" w:hAnsiTheme="minorHAnsi" w:cstheme="minorHAnsi"/>
          <w:sz w:val="18"/>
          <w:szCs w:val="18"/>
        </w:rPr>
        <w:t>usługi</w:t>
      </w:r>
      <w:r w:rsidRPr="00752718">
        <w:rPr>
          <w:rFonts w:asciiTheme="minorHAnsi" w:hAnsiTheme="minorHAnsi" w:cstheme="minorHAnsi"/>
          <w:sz w:val="18"/>
          <w:szCs w:val="18"/>
        </w:rPr>
        <w:t xml:space="preserve"> zostały wykonane, a jeżeli wykonawca z przyczyn niezależnych od niego nie jest w stanie uzyskać tych dokumentów – inne dokumenty</w:t>
      </w:r>
      <w:r w:rsidR="00E2353D" w:rsidRPr="00752718">
        <w:rPr>
          <w:rFonts w:asciiTheme="minorHAnsi" w:hAnsiTheme="minorHAnsi" w:cstheme="minorHAnsi"/>
          <w:sz w:val="18"/>
          <w:szCs w:val="18"/>
        </w:rPr>
        <w:t xml:space="preserve"> potwierdzające ich należyte wykonanie</w:t>
      </w:r>
      <w:r w:rsidRPr="00752718">
        <w:rPr>
          <w:rFonts w:asciiTheme="minorHAnsi" w:hAnsiTheme="minorHAnsi" w:cstheme="minorHAnsi"/>
          <w:sz w:val="18"/>
          <w:szCs w:val="18"/>
        </w:rPr>
        <w:t>.</w:t>
      </w:r>
    </w:p>
    <w:p w14:paraId="25F73A74" w14:textId="62BA0BD5" w:rsidR="00CE306F" w:rsidRPr="00752718" w:rsidRDefault="00CE306F" w:rsidP="008F0538">
      <w:pPr>
        <w:jc w:val="both"/>
        <w:rPr>
          <w:rFonts w:asciiTheme="minorHAnsi" w:eastAsia="MS Mincho" w:hAnsiTheme="minorHAnsi" w:cstheme="minorHAnsi"/>
          <w:sz w:val="22"/>
          <w:szCs w:val="22"/>
        </w:rPr>
      </w:pPr>
    </w:p>
    <w:sectPr w:rsidR="00CE306F" w:rsidRPr="007527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F10BA" w14:textId="77777777" w:rsidR="00BA68F2" w:rsidRDefault="00BA68F2" w:rsidP="00236F76">
      <w:r>
        <w:separator/>
      </w:r>
    </w:p>
  </w:endnote>
  <w:endnote w:type="continuationSeparator" w:id="0">
    <w:p w14:paraId="6624B977" w14:textId="77777777" w:rsidR="00BA68F2" w:rsidRDefault="00BA68F2" w:rsidP="0023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8AB3" w14:textId="77777777" w:rsidR="00236F76" w:rsidRDefault="00236F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B1BE9" w14:textId="77777777" w:rsidR="00236F76" w:rsidRDefault="00236F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A52F4" w14:textId="77777777" w:rsidR="00236F76" w:rsidRDefault="00236F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5C4CB" w14:textId="77777777" w:rsidR="00BA68F2" w:rsidRDefault="00BA68F2" w:rsidP="00236F76">
      <w:r>
        <w:separator/>
      </w:r>
    </w:p>
  </w:footnote>
  <w:footnote w:type="continuationSeparator" w:id="0">
    <w:p w14:paraId="53C83F27" w14:textId="77777777" w:rsidR="00BA68F2" w:rsidRDefault="00BA68F2" w:rsidP="00236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CC7B" w14:textId="77777777" w:rsidR="00236F76" w:rsidRDefault="00236F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A5501" w14:textId="61981156" w:rsidR="00F16BD2" w:rsidRDefault="00F16BD2">
    <w:pPr>
      <w:pStyle w:val="Nagwek"/>
    </w:pPr>
    <w:r>
      <w:rPr>
        <w:noProof/>
      </w:rPr>
      <w:drawing>
        <wp:inline distT="0" distB="0" distL="0" distR="0" wp14:anchorId="21DDEB22" wp14:editId="5992377D">
          <wp:extent cx="1852295" cy="534035"/>
          <wp:effectExtent l="0" t="0" r="0" b="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2295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51C95B" w14:textId="77777777" w:rsidR="00236F76" w:rsidRDefault="00236F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56B52" w14:textId="77777777" w:rsidR="00236F76" w:rsidRDefault="00236F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2D"/>
    <w:rsid w:val="00137CEB"/>
    <w:rsid w:val="001F16E7"/>
    <w:rsid w:val="00217F50"/>
    <w:rsid w:val="00236F76"/>
    <w:rsid w:val="0024451F"/>
    <w:rsid w:val="00336B81"/>
    <w:rsid w:val="00393D43"/>
    <w:rsid w:val="003957AA"/>
    <w:rsid w:val="00492F60"/>
    <w:rsid w:val="004C2808"/>
    <w:rsid w:val="00522423"/>
    <w:rsid w:val="005B4FF6"/>
    <w:rsid w:val="00635B83"/>
    <w:rsid w:val="006511C7"/>
    <w:rsid w:val="00752718"/>
    <w:rsid w:val="007564CC"/>
    <w:rsid w:val="008F0538"/>
    <w:rsid w:val="0094222F"/>
    <w:rsid w:val="00952B9D"/>
    <w:rsid w:val="00996A3C"/>
    <w:rsid w:val="009A3DC7"/>
    <w:rsid w:val="009E4419"/>
    <w:rsid w:val="00A20FEE"/>
    <w:rsid w:val="00B35A1D"/>
    <w:rsid w:val="00B51A23"/>
    <w:rsid w:val="00B669ED"/>
    <w:rsid w:val="00B817E9"/>
    <w:rsid w:val="00B82936"/>
    <w:rsid w:val="00BA68F2"/>
    <w:rsid w:val="00BB2AF7"/>
    <w:rsid w:val="00BD0D02"/>
    <w:rsid w:val="00C14E2D"/>
    <w:rsid w:val="00C8140C"/>
    <w:rsid w:val="00CA2A45"/>
    <w:rsid w:val="00CA310F"/>
    <w:rsid w:val="00CE306F"/>
    <w:rsid w:val="00CF2677"/>
    <w:rsid w:val="00D05881"/>
    <w:rsid w:val="00D767D2"/>
    <w:rsid w:val="00DD3877"/>
    <w:rsid w:val="00DF454E"/>
    <w:rsid w:val="00E2353D"/>
    <w:rsid w:val="00E63767"/>
    <w:rsid w:val="00E64877"/>
    <w:rsid w:val="00E800A0"/>
    <w:rsid w:val="00E82921"/>
    <w:rsid w:val="00EC41E2"/>
    <w:rsid w:val="00EF2575"/>
    <w:rsid w:val="00F16BD2"/>
    <w:rsid w:val="00F245E3"/>
    <w:rsid w:val="00F96723"/>
    <w:rsid w:val="00FC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120F4"/>
  <w15:chartTrackingRefBased/>
  <w15:docId w15:val="{77D21DD8-76EC-444A-825E-496F4112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ind w:left="567"/>
      <w:jc w:val="center"/>
      <w:outlineLvl w:val="1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rFonts w:ascii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52242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236F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F7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137C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37CE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F16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LO~1.BAZ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407A672FABFC4CA7E4597B784EC714" ma:contentTypeVersion="6" ma:contentTypeDescription="Utwórz nowy dokument." ma:contentTypeScope="" ma:versionID="5c7e4828e9ad124ab0e4e9d541e14421">
  <xsd:schema xmlns:xsd="http://www.w3.org/2001/XMLSchema" xmlns:xs="http://www.w3.org/2001/XMLSchema" xmlns:p="http://schemas.microsoft.com/office/2006/metadata/properties" xmlns:ns3="5f071c81-3c8e-4cbe-9ae3-4bef1926d3c0" targetNamespace="http://schemas.microsoft.com/office/2006/metadata/properties" ma:root="true" ma:fieldsID="04ca9b46e512c818b9221d3eefe7fe9a" ns3:_="">
    <xsd:import namespace="5f071c81-3c8e-4cbe-9ae3-4bef1926d3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1c81-3c8e-4cbe-9ae3-4bef1926d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77B324-FB3B-4CBF-95A6-CE588F8C0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0DFBF1-B238-4386-8CE7-6F1F5EE8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EC0039-5440-4F06-A410-ACD5A0C6D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1c81-3c8e-4cbe-9ae3-4bef1926d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@t_siwz_zalacz#nr_kl</vt:lpstr>
    </vt:vector>
  </TitlesOfParts>
  <Company>PK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@t_siwz_zalacz#nr_kl</dc:title>
  <dc:subject/>
  <dc:creator>Bartłomiej Baziak</dc:creator>
  <cp:keywords/>
  <dc:description/>
  <cp:lastModifiedBy>CUS</cp:lastModifiedBy>
  <cp:revision>27</cp:revision>
  <cp:lastPrinted>2024-12-04T07:27:00Z</cp:lastPrinted>
  <dcterms:created xsi:type="dcterms:W3CDTF">2022-05-31T10:16:00Z</dcterms:created>
  <dcterms:modified xsi:type="dcterms:W3CDTF">2025-12-01T07:11:00Z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0x010100E4407A672FABFC4CA7E4597B784EC714</vt:lpwstr>
  </property>
</Properties>
</file>